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BAE" w:rsidRPr="00A0206E" w:rsidRDefault="009D0BAE" w:rsidP="00542C3E">
      <w:pPr>
        <w:pStyle w:val="Heading1"/>
      </w:pPr>
      <w:r w:rsidRPr="00A0206E">
        <w:t>Fișa 0</w:t>
      </w:r>
      <w:r w:rsidR="00145877">
        <w:t>9</w:t>
      </w:r>
      <w:r w:rsidR="00542C3E" w:rsidRPr="00A0206E">
        <w:t xml:space="preserve">– </w:t>
      </w:r>
      <w:r w:rsidR="00287E5F">
        <w:t xml:space="preserve">tipul șir de caractere </w:t>
      </w:r>
      <w:r w:rsidR="0038578C">
        <w:t>–</w:t>
      </w:r>
      <w:r w:rsidR="00287E5F">
        <w:t xml:space="preserve"> partea</w:t>
      </w:r>
      <w:r w:rsidR="00145877">
        <w:t>3</w:t>
      </w:r>
    </w:p>
    <w:p w:rsidR="00CC5534" w:rsidRPr="00CC5534" w:rsidRDefault="00CC5534" w:rsidP="000B51E1">
      <w:pPr>
        <w:pStyle w:val="ListParagraph"/>
        <w:numPr>
          <w:ilvl w:val="0"/>
          <w:numId w:val="1"/>
        </w:numPr>
        <w:spacing w:before="120" w:after="0"/>
        <w:contextualSpacing w:val="0"/>
        <w:jc w:val="both"/>
      </w:pPr>
      <w:r w:rsidRPr="00CC5534">
        <w:t xml:space="preserve">Un </w:t>
      </w:r>
      <w:r w:rsidR="002E1774">
        <w:t>ș</w:t>
      </w:r>
      <w:r w:rsidRPr="00CC5534">
        <w:t>ir cu maximum 255 de caractere con</w:t>
      </w:r>
      <w:r w:rsidR="002E1774">
        <w:t>ț</w:t>
      </w:r>
      <w:r w:rsidRPr="00CC5534">
        <w:t>ine cuvinte separate prin caracterul *. Cuvintele sunt formate din litere mici ale alfabetului englez. Scrie</w:t>
      </w:r>
      <w:r w:rsidR="002E1774">
        <w:t>ț</w:t>
      </w:r>
      <w:r w:rsidRPr="00CC5534">
        <w:t>i un program care cite</w:t>
      </w:r>
      <w:r w:rsidR="002E1774">
        <w:t>ște un astfel de și</w:t>
      </w:r>
      <w:r w:rsidRPr="00CC5534">
        <w:t xml:space="preserve">r </w:t>
      </w:r>
      <w:r w:rsidR="002E1774">
        <w:t>ș</w:t>
      </w:r>
      <w:r w:rsidRPr="00CC5534">
        <w:t>i afi</w:t>
      </w:r>
      <w:r w:rsidR="002E1774">
        <w:t>ș</w:t>
      </w:r>
      <w:r w:rsidRPr="00CC5534">
        <w:t>eaz</w:t>
      </w:r>
      <w:r w:rsidR="002E1774">
        <w:t>ăș</w:t>
      </w:r>
      <w:r w:rsidRPr="00CC5534">
        <w:t>irul ob</w:t>
      </w:r>
      <w:r w:rsidR="002E1774">
        <w:t>ț</w:t>
      </w:r>
      <w:r w:rsidRPr="00CC5534">
        <w:t>inut prin eliminarea tuturor apari</w:t>
      </w:r>
      <w:r w:rsidR="002E1774">
        <w:t>ț</w:t>
      </w:r>
      <w:r w:rsidRPr="00CC5534">
        <w:t>iilor primului cuv</w:t>
      </w:r>
      <w:r w:rsidR="002E1774">
        <w:t>â</w:t>
      </w:r>
      <w:r w:rsidRPr="00CC5534">
        <w:t xml:space="preserve">nt, ca </w:t>
      </w:r>
      <w:r w:rsidR="002E1774">
        <w:t>î</w:t>
      </w:r>
      <w:r w:rsidRPr="00CC5534">
        <w:t xml:space="preserve">n exemplu: dacă se citește </w:t>
      </w:r>
      <w:r w:rsidRPr="002E1774">
        <w:rPr>
          <w:i/>
        </w:rPr>
        <w:t>„bine*bine*e*foarte*bine*”</w:t>
      </w:r>
      <w:r w:rsidRPr="00CC5534">
        <w:t xml:space="preserve"> se va afi</w:t>
      </w:r>
      <w:r w:rsidR="002E1774">
        <w:t>ș</w:t>
      </w:r>
      <w:r w:rsidRPr="00CC5534">
        <w:t>a:</w:t>
      </w:r>
    </w:p>
    <w:p w:rsidR="0092562D" w:rsidRDefault="00CC5534" w:rsidP="002E1774">
      <w:pPr>
        <w:pStyle w:val="ListParagraph"/>
        <w:spacing w:before="0" w:after="120"/>
        <w:ind w:left="567"/>
        <w:contextualSpacing w:val="0"/>
        <w:jc w:val="both"/>
        <w:rPr>
          <w:rFonts w:ascii="Consolas" w:hAnsi="Consolas" w:cs="Consolas"/>
        </w:rPr>
      </w:pPr>
      <w:r w:rsidRPr="00CC5534">
        <w:rPr>
          <w:rFonts w:ascii="Consolas" w:hAnsi="Consolas" w:cs="Consolas"/>
        </w:rPr>
        <w:t>**e*foarte**</w:t>
      </w:r>
    </w:p>
    <w:p w:rsidR="00F76B52" w:rsidRDefault="002E1774" w:rsidP="00A918DF">
      <w:pPr>
        <w:pStyle w:val="ListParagraph"/>
        <w:numPr>
          <w:ilvl w:val="0"/>
          <w:numId w:val="1"/>
        </w:numPr>
        <w:spacing w:before="120" w:after="0"/>
        <w:contextualSpacing w:val="0"/>
        <w:jc w:val="both"/>
      </w:pPr>
      <w:r>
        <w:t>Ș</w:t>
      </w:r>
      <w:r w:rsidR="00F76B52">
        <w:t xml:space="preserve">irul </w:t>
      </w:r>
      <w:r w:rsidR="00F76B52" w:rsidRPr="002E1774">
        <w:rPr>
          <w:b/>
          <w:i/>
        </w:rPr>
        <w:t>s2</w:t>
      </w:r>
      <w:r w:rsidR="00F76B52">
        <w:t xml:space="preserve"> este clona lui </w:t>
      </w:r>
      <w:r w:rsidR="00F76B52" w:rsidRPr="002E1774">
        <w:rPr>
          <w:b/>
          <w:i/>
        </w:rPr>
        <w:t>s1</w:t>
      </w:r>
      <w:r w:rsidR="00F76B52">
        <w:t xml:space="preserve"> dac</w:t>
      </w:r>
      <w:r>
        <w:t>ă</w:t>
      </w:r>
      <w:r w:rsidR="00F76B52">
        <w:t xml:space="preserve"> se poate ob</w:t>
      </w:r>
      <w:r>
        <w:t>ț</w:t>
      </w:r>
      <w:r w:rsidR="00F76B52">
        <w:t xml:space="preserve">ine din </w:t>
      </w:r>
      <w:r w:rsidR="00F76B52" w:rsidRPr="002E1774">
        <w:rPr>
          <w:b/>
          <w:i/>
        </w:rPr>
        <w:t>s1</w:t>
      </w:r>
      <w:r w:rsidR="00F76B52">
        <w:t xml:space="preserve"> prin eliminarea tuturor apari</w:t>
      </w:r>
      <w:r>
        <w:t>ț</w:t>
      </w:r>
      <w:r w:rsidR="00F76B52">
        <w:t>iilor unei singure vocale. Scrie</w:t>
      </w:r>
      <w:r>
        <w:t>ț</w:t>
      </w:r>
      <w:r w:rsidR="00F76B52">
        <w:t>i un program care cite</w:t>
      </w:r>
      <w:r>
        <w:t>ș</w:t>
      </w:r>
      <w:r w:rsidR="00F76B52">
        <w:t>te un cuv</w:t>
      </w:r>
      <w:r>
        <w:t>â</w:t>
      </w:r>
      <w:r w:rsidR="00F76B52">
        <w:t xml:space="preserve">nt format din cel mult 20 de literemici ale alfabetului englez </w:t>
      </w:r>
      <w:r>
        <w:t>ș</w:t>
      </w:r>
      <w:r w:rsidR="00F76B52">
        <w:t>i afi</w:t>
      </w:r>
      <w:r>
        <w:t>ș</w:t>
      </w:r>
      <w:r w:rsidR="00F76B52">
        <w:t>eaz</w:t>
      </w:r>
      <w:r>
        <w:t>ă</w:t>
      </w:r>
      <w:r w:rsidR="00F76B52">
        <w:t xml:space="preserve"> pe ecran (dac</w:t>
      </w:r>
      <w:r>
        <w:t>ă</w:t>
      </w:r>
      <w:r w:rsidR="00F76B52">
        <w:t xml:space="preserve"> exist</w:t>
      </w:r>
      <w:r>
        <w:t>ă</w:t>
      </w:r>
      <w:r w:rsidR="00F76B52">
        <w:t>) toate clonele acestui cuv</w:t>
      </w:r>
      <w:r>
        <w:t>â</w:t>
      </w:r>
      <w:r w:rsidR="00F76B52">
        <w:t>nt, fiecare pe c</w:t>
      </w:r>
      <w:r>
        <w:t>â</w:t>
      </w:r>
      <w:r w:rsidR="00F76B52">
        <w:t>te o linie a ecranului. De exemplu, dacă se citește cuv</w:t>
      </w:r>
      <w:r>
        <w:t>â</w:t>
      </w:r>
      <w:r w:rsidR="00F76B52">
        <w:t xml:space="preserve">ntul </w:t>
      </w:r>
      <w:r w:rsidR="00F76B52" w:rsidRPr="002E1774">
        <w:rPr>
          <w:i/>
        </w:rPr>
        <w:t>informatica</w:t>
      </w:r>
      <w:r w:rsidR="00F76B52">
        <w:t xml:space="preserve"> se vor afi</w:t>
      </w:r>
      <w:r>
        <w:t>ș</w:t>
      </w:r>
      <w:r w:rsidR="00F76B52">
        <w:t>a clonele:</w:t>
      </w:r>
    </w:p>
    <w:p w:rsidR="00F76B52" w:rsidRPr="002E1774" w:rsidRDefault="00F76B52" w:rsidP="002E1774">
      <w:pPr>
        <w:pStyle w:val="ListParagraph"/>
        <w:spacing w:before="0" w:after="120"/>
        <w:ind w:left="567"/>
        <w:jc w:val="both"/>
        <w:rPr>
          <w:rFonts w:ascii="Consolas" w:hAnsi="Consolas" w:cs="Consolas"/>
        </w:rPr>
      </w:pPr>
      <w:r w:rsidRPr="002E1774">
        <w:rPr>
          <w:rFonts w:ascii="Consolas" w:hAnsi="Consolas" w:cs="Consolas"/>
        </w:rPr>
        <w:t>nformatca</w:t>
      </w:r>
    </w:p>
    <w:p w:rsidR="00F76B52" w:rsidRPr="002E1774" w:rsidRDefault="00F76B52" w:rsidP="002E1774">
      <w:pPr>
        <w:pStyle w:val="ListParagraph"/>
        <w:spacing w:before="0" w:after="120"/>
        <w:ind w:left="567"/>
        <w:jc w:val="both"/>
        <w:rPr>
          <w:rFonts w:ascii="Consolas" w:hAnsi="Consolas" w:cs="Consolas"/>
        </w:rPr>
      </w:pPr>
      <w:r w:rsidRPr="002E1774">
        <w:rPr>
          <w:rFonts w:ascii="Consolas" w:hAnsi="Consolas" w:cs="Consolas"/>
        </w:rPr>
        <w:t>infrmatica</w:t>
      </w:r>
    </w:p>
    <w:p w:rsidR="00CC5534" w:rsidRPr="002E1774" w:rsidRDefault="002E1774" w:rsidP="002E1774">
      <w:pPr>
        <w:pStyle w:val="ListParagraph"/>
        <w:spacing w:before="0" w:after="120"/>
        <w:ind w:left="567"/>
        <w:contextualSpacing w:val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i</w:t>
      </w:r>
      <w:r w:rsidR="00F76B52" w:rsidRPr="002E1774">
        <w:rPr>
          <w:rFonts w:ascii="Consolas" w:hAnsi="Consolas" w:cs="Consolas"/>
        </w:rPr>
        <w:t>nformtic</w:t>
      </w:r>
    </w:p>
    <w:p w:rsidR="005931E5" w:rsidRPr="000A5462" w:rsidRDefault="005931E5" w:rsidP="008F3691">
      <w:pPr>
        <w:pStyle w:val="ListParagraph"/>
        <w:numPr>
          <w:ilvl w:val="0"/>
          <w:numId w:val="1"/>
        </w:numPr>
        <w:spacing w:before="120" w:after="0"/>
        <w:contextualSpacing w:val="0"/>
        <w:jc w:val="both"/>
        <w:rPr>
          <w:i/>
        </w:rPr>
      </w:pPr>
      <w:r>
        <w:t>Scrie</w:t>
      </w:r>
      <w:r w:rsidR="000A5462">
        <w:t>ț</w:t>
      </w:r>
      <w:r>
        <w:t>i un program care cite</w:t>
      </w:r>
      <w:r w:rsidR="000A5462">
        <w:t>ș</w:t>
      </w:r>
      <w:r>
        <w:t>te de la tastatur</w:t>
      </w:r>
      <w:r w:rsidR="000A5462">
        <w:t>ă două</w:t>
      </w:r>
      <w:r>
        <w:t xml:space="preserve"> caractere </w:t>
      </w:r>
      <w:r w:rsidRPr="00792C35">
        <w:t>c2</w:t>
      </w:r>
      <w:r w:rsidR="000A5462">
        <w:t>ș</w:t>
      </w:r>
      <w:r>
        <w:t xml:space="preserve">i </w:t>
      </w:r>
      <w:r w:rsidRPr="00792C35">
        <w:t>c2</w:t>
      </w:r>
      <w:r w:rsidR="000A5462">
        <w:t>ș</w:t>
      </w:r>
      <w:r>
        <w:t>i un text av</w:t>
      </w:r>
      <w:r w:rsidR="000A5462">
        <w:t>â</w:t>
      </w:r>
      <w:r>
        <w:t>nd cel mult 250 de caractere(spa</w:t>
      </w:r>
      <w:r w:rsidR="000A5462">
        <w:t>ț</w:t>
      </w:r>
      <w:r>
        <w:t xml:space="preserve">ii </w:t>
      </w:r>
      <w:r w:rsidR="000A5462">
        <w:t>ș</w:t>
      </w:r>
      <w:r>
        <w:t xml:space="preserve">i litere ale alfabetului englez), pe care </w:t>
      </w:r>
      <w:r w:rsidR="000A5462">
        <w:t>î</w:t>
      </w:r>
      <w:r>
        <w:t>l modific</w:t>
      </w:r>
      <w:r w:rsidR="000A5462">
        <w:t>ăî</w:t>
      </w:r>
      <w:r>
        <w:t>nlocuind toate apari</w:t>
      </w:r>
      <w:r w:rsidR="000A5462">
        <w:t>ț</w:t>
      </w:r>
      <w:r>
        <w:t xml:space="preserve">iile lui </w:t>
      </w:r>
      <w:r w:rsidRPr="000A5462">
        <w:rPr>
          <w:b/>
          <w:i/>
        </w:rPr>
        <w:t>c1</w:t>
      </w:r>
      <w:r>
        <w:t xml:space="preserve"> cu </w:t>
      </w:r>
      <w:r w:rsidRPr="000A5462">
        <w:rPr>
          <w:b/>
          <w:i/>
        </w:rPr>
        <w:t>c2</w:t>
      </w:r>
      <w:r w:rsidR="000A5462">
        <w:t>ș</w:t>
      </w:r>
      <w:r>
        <w:t>i invers.</w:t>
      </w:r>
      <w:r w:rsidR="000A5462">
        <w:t xml:space="preserve"> De e</w:t>
      </w:r>
      <w:r>
        <w:t>xemplu</w:t>
      </w:r>
      <w:r w:rsidR="000A5462">
        <w:t xml:space="preserve"> pentru</w:t>
      </w:r>
      <w:r w:rsidRPr="000A5462">
        <w:rPr>
          <w:b/>
          <w:i/>
        </w:rPr>
        <w:t>c1</w:t>
      </w:r>
      <w:r>
        <w:t>=</w:t>
      </w:r>
      <w:r w:rsidR="000A5462">
        <w:t xml:space="preserve"> '</w:t>
      </w:r>
      <w:r>
        <w:t>a</w:t>
      </w:r>
      <w:r w:rsidR="000A5462">
        <w:t xml:space="preserve">', </w:t>
      </w:r>
      <w:r w:rsidRPr="000A5462">
        <w:rPr>
          <w:b/>
          <w:i/>
        </w:rPr>
        <w:t>c2</w:t>
      </w:r>
      <w:r>
        <w:t>=</w:t>
      </w:r>
      <w:r w:rsidR="000A5462">
        <w:t xml:space="preserve"> '</w:t>
      </w:r>
      <w:r>
        <w:t>o</w:t>
      </w:r>
      <w:r w:rsidR="000A5462">
        <w:t>'șiș</w:t>
      </w:r>
      <w:r>
        <w:t xml:space="preserve">irul: </w:t>
      </w:r>
      <w:r w:rsidRPr="000A5462">
        <w:rPr>
          <w:i/>
        </w:rPr>
        <w:t>hocuspocuspreparatus</w:t>
      </w:r>
      <w:r w:rsidR="000A5462">
        <w:t xml:space="preserve"> se va afișa:</w:t>
      </w:r>
    </w:p>
    <w:p w:rsidR="005931E5" w:rsidRPr="002E1774" w:rsidRDefault="005931E5" w:rsidP="00007E64">
      <w:pPr>
        <w:pStyle w:val="ListParagraph"/>
        <w:spacing w:before="0" w:after="120"/>
        <w:ind w:left="567"/>
        <w:contextualSpacing w:val="0"/>
        <w:jc w:val="both"/>
        <w:rPr>
          <w:rFonts w:ascii="Consolas" w:hAnsi="Consolas" w:cs="Consolas"/>
        </w:rPr>
      </w:pPr>
      <w:r w:rsidRPr="002E1774">
        <w:rPr>
          <w:rFonts w:ascii="Consolas" w:hAnsi="Consolas" w:cs="Consolas"/>
        </w:rPr>
        <w:t>hacuspacuspreporotus</w:t>
      </w:r>
    </w:p>
    <w:p w:rsidR="00792C35" w:rsidRPr="00792C35" w:rsidRDefault="005931E5" w:rsidP="00792C35">
      <w:pPr>
        <w:pStyle w:val="ListParagraph"/>
        <w:numPr>
          <w:ilvl w:val="0"/>
          <w:numId w:val="1"/>
        </w:numPr>
        <w:spacing w:before="120" w:after="0"/>
        <w:contextualSpacing w:val="0"/>
        <w:jc w:val="both"/>
      </w:pPr>
      <w:r>
        <w:t>Scrie</w:t>
      </w:r>
      <w:r w:rsidR="00792C35">
        <w:t>ț</w:t>
      </w:r>
      <w:r>
        <w:t>i un program care cite</w:t>
      </w:r>
      <w:r w:rsidR="00792C35">
        <w:t>ș</w:t>
      </w:r>
      <w:r>
        <w:t>te un cuv</w:t>
      </w:r>
      <w:r w:rsidR="00792C35">
        <w:t>â</w:t>
      </w:r>
      <w:r>
        <w:t>nt cu maximum 40 de litere mici. Programul afi</w:t>
      </w:r>
      <w:r w:rsidR="00792C35">
        <w:t>ș</w:t>
      </w:r>
      <w:r>
        <w:t>eaz</w:t>
      </w:r>
      <w:r w:rsidR="00792C35">
        <w:t>ă</w:t>
      </w:r>
      <w:r>
        <w:t xml:space="preserve"> pe ecran toate vocalele din </w:t>
      </w:r>
      <w:r w:rsidR="00792C35">
        <w:t>ș</w:t>
      </w:r>
      <w:r>
        <w:t>ir, separate prin c</w:t>
      </w:r>
      <w:r w:rsidR="00792C35">
        <w:t>â</w:t>
      </w:r>
      <w:r>
        <w:t>te un spa</w:t>
      </w:r>
      <w:r w:rsidR="00792C35">
        <w:t>ț</w:t>
      </w:r>
      <w:r>
        <w:t>iu.</w:t>
      </w:r>
      <w:r w:rsidR="00792C35">
        <w:t xml:space="preserve"> De exemplu, </w:t>
      </w:r>
      <w:r w:rsidRPr="00792C35">
        <w:t>dac</w:t>
      </w:r>
      <w:r w:rsidR="00792C35" w:rsidRPr="00792C35">
        <w:t>ă</w:t>
      </w:r>
      <w:r w:rsidRPr="00792C35">
        <w:t xml:space="preserve"> se cite</w:t>
      </w:r>
      <w:r w:rsidR="00792C35" w:rsidRPr="00792C35">
        <w:t>ș</w:t>
      </w:r>
      <w:r w:rsidRPr="00792C35">
        <w:t xml:space="preserve">te </w:t>
      </w:r>
      <w:r w:rsidR="00792C35" w:rsidRPr="00792C35">
        <w:t>ș</w:t>
      </w:r>
      <w:r w:rsidRPr="00792C35">
        <w:t xml:space="preserve">irul calculator </w:t>
      </w:r>
      <w:r w:rsidR="00792C35" w:rsidRPr="00792C35">
        <w:t>se vor afișa</w:t>
      </w:r>
      <w:r w:rsidRPr="00792C35">
        <w:t>:</w:t>
      </w:r>
    </w:p>
    <w:p w:rsidR="005931E5" w:rsidRPr="00792C35" w:rsidRDefault="005931E5" w:rsidP="00792C35">
      <w:pPr>
        <w:pStyle w:val="ListParagraph"/>
        <w:spacing w:before="0" w:after="120"/>
        <w:ind w:left="567"/>
        <w:contextualSpacing w:val="0"/>
        <w:jc w:val="both"/>
        <w:rPr>
          <w:rFonts w:ascii="Consolas" w:hAnsi="Consolas" w:cs="Consolas"/>
        </w:rPr>
      </w:pPr>
      <w:r w:rsidRPr="00792C35">
        <w:rPr>
          <w:rFonts w:ascii="Consolas" w:hAnsi="Consolas" w:cs="Consolas"/>
        </w:rPr>
        <w:t>a u a o</w:t>
      </w:r>
    </w:p>
    <w:p w:rsidR="005931E5" w:rsidRDefault="005931E5" w:rsidP="005931E5">
      <w:pPr>
        <w:pStyle w:val="ListParagraph"/>
        <w:numPr>
          <w:ilvl w:val="0"/>
          <w:numId w:val="1"/>
        </w:numPr>
        <w:spacing w:before="120" w:after="0"/>
        <w:contextualSpacing w:val="0"/>
        <w:jc w:val="both"/>
      </w:pPr>
      <w:r>
        <w:t>Scrie</w:t>
      </w:r>
      <w:r w:rsidR="00AD0464">
        <w:t>ț</w:t>
      </w:r>
      <w:r>
        <w:t>i un program care cite</w:t>
      </w:r>
      <w:r w:rsidR="00AD0464">
        <w:t>ș</w:t>
      </w:r>
      <w:r>
        <w:t>te un cuv</w:t>
      </w:r>
      <w:r w:rsidR="00AD0464">
        <w:t>â</w:t>
      </w:r>
      <w:r>
        <w:t>nt cu maximum 40 de litere mici. Programul afi</w:t>
      </w:r>
      <w:r w:rsidR="00AD0464">
        <w:t>ș</w:t>
      </w:r>
      <w:r>
        <w:t>eaz</w:t>
      </w:r>
      <w:r w:rsidR="00AD0464">
        <w:t>ă</w:t>
      </w:r>
      <w:r>
        <w:t xml:space="preserve"> pe ecran, pe linii diferite, toate </w:t>
      </w:r>
      <w:r w:rsidR="00AD0464">
        <w:t>ș</w:t>
      </w:r>
      <w:r>
        <w:t>irurile ob</w:t>
      </w:r>
      <w:r w:rsidR="00AD0464">
        <w:t>ț</w:t>
      </w:r>
      <w:r>
        <w:t>inute prin eliminarea succesiv</w:t>
      </w:r>
      <w:r w:rsidR="00AD0464">
        <w:t>ă</w:t>
      </w:r>
      <w:r>
        <w:t xml:space="preserve"> a c</w:t>
      </w:r>
      <w:r w:rsidR="00AD0464">
        <w:t>â</w:t>
      </w:r>
      <w:r>
        <w:t xml:space="preserve">te unei singure litere din </w:t>
      </w:r>
      <w:r w:rsidR="00AD0464">
        <w:t>ș</w:t>
      </w:r>
      <w:r>
        <w:t xml:space="preserve">irul citit, ca </w:t>
      </w:r>
      <w:r w:rsidR="00AD0464">
        <w:t xml:space="preserve">în exemplu: dacă se citește șirul </w:t>
      </w:r>
      <w:r w:rsidR="00AD0464">
        <w:rPr>
          <w:i/>
        </w:rPr>
        <w:t>abbc</w:t>
      </w:r>
      <w:r w:rsidR="00AD0464">
        <w:t xml:space="preserve"> se va afișa:</w:t>
      </w:r>
    </w:p>
    <w:p w:rsidR="005931E5" w:rsidRPr="002E1774" w:rsidRDefault="005931E5" w:rsidP="00AD0464">
      <w:pPr>
        <w:pStyle w:val="ListParagraph"/>
        <w:spacing w:before="0" w:after="120"/>
        <w:ind w:left="567"/>
        <w:jc w:val="both"/>
        <w:rPr>
          <w:rFonts w:ascii="Consolas" w:hAnsi="Consolas" w:cs="Consolas"/>
        </w:rPr>
      </w:pPr>
      <w:r w:rsidRPr="002E1774">
        <w:rPr>
          <w:rFonts w:ascii="Consolas" w:hAnsi="Consolas" w:cs="Consolas"/>
        </w:rPr>
        <w:t>bbc</w:t>
      </w:r>
    </w:p>
    <w:p w:rsidR="005931E5" w:rsidRPr="002E1774" w:rsidRDefault="005931E5" w:rsidP="00AD0464">
      <w:pPr>
        <w:pStyle w:val="ListParagraph"/>
        <w:spacing w:before="0" w:after="120"/>
        <w:ind w:left="567"/>
        <w:jc w:val="both"/>
        <w:rPr>
          <w:rFonts w:ascii="Consolas" w:hAnsi="Consolas" w:cs="Consolas"/>
        </w:rPr>
      </w:pPr>
      <w:r w:rsidRPr="002E1774">
        <w:rPr>
          <w:rFonts w:ascii="Consolas" w:hAnsi="Consolas" w:cs="Consolas"/>
        </w:rPr>
        <w:t>abc</w:t>
      </w:r>
    </w:p>
    <w:p w:rsidR="005931E5" w:rsidRPr="002E1774" w:rsidRDefault="005931E5" w:rsidP="00AD0464">
      <w:pPr>
        <w:pStyle w:val="ListParagraph"/>
        <w:spacing w:before="0" w:after="120"/>
        <w:ind w:left="567"/>
        <w:jc w:val="both"/>
        <w:rPr>
          <w:rFonts w:ascii="Consolas" w:hAnsi="Consolas" w:cs="Consolas"/>
        </w:rPr>
      </w:pPr>
      <w:r w:rsidRPr="002E1774">
        <w:rPr>
          <w:rFonts w:ascii="Consolas" w:hAnsi="Consolas" w:cs="Consolas"/>
        </w:rPr>
        <w:t>abc</w:t>
      </w:r>
    </w:p>
    <w:p w:rsidR="00F76B52" w:rsidRPr="002E1774" w:rsidRDefault="005931E5" w:rsidP="00AD0464">
      <w:pPr>
        <w:pStyle w:val="ListParagraph"/>
        <w:spacing w:before="0" w:after="120"/>
        <w:ind w:left="567"/>
        <w:contextualSpacing w:val="0"/>
        <w:jc w:val="both"/>
        <w:rPr>
          <w:rFonts w:ascii="Consolas" w:hAnsi="Consolas" w:cs="Consolas"/>
        </w:rPr>
      </w:pPr>
      <w:r w:rsidRPr="002E1774">
        <w:rPr>
          <w:rFonts w:ascii="Consolas" w:hAnsi="Consolas" w:cs="Consolas"/>
        </w:rPr>
        <w:t>abb</w:t>
      </w:r>
      <w:bookmarkStart w:id="0" w:name="_GoBack"/>
      <w:bookmarkEnd w:id="0"/>
    </w:p>
    <w:sectPr w:rsidR="00F76B52" w:rsidRPr="002E1774" w:rsidSect="002151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680" w:footer="680" w:gutter="56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C3E" w:rsidRDefault="00F25C3E" w:rsidP="002151A6">
      <w:pPr>
        <w:spacing w:before="0" w:after="0"/>
      </w:pPr>
      <w:r>
        <w:separator/>
      </w:r>
    </w:p>
  </w:endnote>
  <w:endnote w:type="continuationSeparator" w:id="1">
    <w:p w:rsidR="00F25C3E" w:rsidRDefault="00F25C3E" w:rsidP="002151A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Default="002151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Pr="007C0A95" w:rsidRDefault="00ED68EB" w:rsidP="002151A6">
    <w:pPr>
      <w:pStyle w:val="Footer"/>
      <w:rPr>
        <w:i/>
        <w:color w:val="808080" w:themeColor="background1" w:themeShade="80"/>
      </w:rPr>
    </w:pPr>
    <w:r w:rsidRPr="00ED68EB">
      <w:rPr>
        <w:i/>
        <w:noProof/>
        <w:color w:val="808080" w:themeColor="background1" w:themeShade="80"/>
        <w:lang w:eastAsia="ro-RO"/>
      </w:rPr>
      <w:pict>
        <v:line id="Straight Connector 2" o:spid="_x0000_s4097" style="position:absolute;z-index:251659776;visibility:visible" from="2.3pt,-1.6pt" to="449.3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" strokecolor="#7f7f7f" strokeweight=".5pt"/>
      </w:pict>
    </w:r>
    <w:r w:rsidR="002151A6" w:rsidRPr="007C0A95">
      <w:rPr>
        <w:i/>
        <w:color w:val="808080" w:themeColor="background1" w:themeShade="80"/>
      </w:rPr>
      <w:tab/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="002151A6"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CC6F9D">
      <w:rPr>
        <w:i/>
        <w:noProof/>
        <w:color w:val="808080" w:themeColor="background1" w:themeShade="80"/>
      </w:rPr>
      <w:t>1</w:t>
    </w:r>
    <w:r w:rsidRPr="007C0A95">
      <w:rPr>
        <w:i/>
        <w:noProof/>
        <w:color w:val="808080" w:themeColor="background1" w:themeShade="80"/>
      </w:rPr>
      <w:fldChar w:fldCharType="end"/>
    </w:r>
    <w:r w:rsidR="002151A6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CC6F9D">
        <w:rPr>
          <w:i/>
          <w:noProof/>
          <w:color w:val="808080" w:themeColor="background1" w:themeShade="8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Default="002151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C3E" w:rsidRDefault="00F25C3E" w:rsidP="002151A6">
      <w:pPr>
        <w:spacing w:before="0" w:after="0"/>
      </w:pPr>
      <w:r>
        <w:separator/>
      </w:r>
    </w:p>
  </w:footnote>
  <w:footnote w:type="continuationSeparator" w:id="1">
    <w:p w:rsidR="00F25C3E" w:rsidRDefault="00F25C3E" w:rsidP="002151A6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Default="002151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Pr="007C0A95" w:rsidRDefault="00ED68EB" w:rsidP="002151A6">
    <w:pPr>
      <w:pStyle w:val="Header"/>
      <w:jc w:val="center"/>
      <w:rPr>
        <w:i/>
        <w:color w:val="808080" w:themeColor="background1" w:themeShade="80"/>
      </w:rPr>
    </w:pPr>
    <w:r w:rsidRPr="00ED68EB">
      <w:rPr>
        <w:i/>
        <w:noProof/>
        <w:color w:val="808080" w:themeColor="background1" w:themeShade="80"/>
        <w:lang w:eastAsia="ro-RO"/>
      </w:rPr>
      <w:pict>
        <v:line id="Straight Connector 1" o:spid="_x0000_s4098" style="position:absolute;left:0;text-align:left;z-index:251654656;visibility:visible" from="4.05pt,13.2pt" to="451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" strokecolor="#7f7f7f [1612]" strokeweight=".5pt"/>
      </w:pict>
    </w:r>
    <w:r w:rsidR="002151A6" w:rsidRPr="007C0A95">
      <w:rPr>
        <w:i/>
        <w:color w:val="808080" w:themeColor="background1" w:themeShade="80"/>
      </w:rPr>
      <w:t>Fișe de lucru laborator, clasa a X-a, profil real, specializarea matematică-informatică, intensiv informatică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A6" w:rsidRDefault="002151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16D1"/>
    <w:multiLevelType w:val="hybridMultilevel"/>
    <w:tmpl w:val="6380C0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71038"/>
    <w:multiLevelType w:val="hybridMultilevel"/>
    <w:tmpl w:val="810E72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A414E"/>
    <w:multiLevelType w:val="hybridMultilevel"/>
    <w:tmpl w:val="F4E0D7D6"/>
    <w:lvl w:ilvl="0" w:tplc="CD6EB4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9FBC7B22">
      <w:start w:val="1"/>
      <w:numFmt w:val="lowerLetter"/>
      <w:suff w:val="space"/>
      <w:lvlText w:val="%2."/>
      <w:lvlJc w:val="left"/>
      <w:pPr>
        <w:ind w:left="284" w:firstLine="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mirrorMargins/>
  <w:attachedTemplate r:id="rId1"/>
  <w:defaultTabStop w:val="720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0162CF"/>
    <w:rsid w:val="00007E64"/>
    <w:rsid w:val="000162CF"/>
    <w:rsid w:val="00064987"/>
    <w:rsid w:val="0008644D"/>
    <w:rsid w:val="000A0160"/>
    <w:rsid w:val="000A5462"/>
    <w:rsid w:val="000B44D4"/>
    <w:rsid w:val="000B51E1"/>
    <w:rsid w:val="001174A0"/>
    <w:rsid w:val="00122885"/>
    <w:rsid w:val="00145877"/>
    <w:rsid w:val="0017037C"/>
    <w:rsid w:val="001F5481"/>
    <w:rsid w:val="001F5E98"/>
    <w:rsid w:val="00201F41"/>
    <w:rsid w:val="002151A6"/>
    <w:rsid w:val="00220AB9"/>
    <w:rsid w:val="0022219A"/>
    <w:rsid w:val="00223519"/>
    <w:rsid w:val="00264909"/>
    <w:rsid w:val="00274441"/>
    <w:rsid w:val="00287E5F"/>
    <w:rsid w:val="002E1774"/>
    <w:rsid w:val="002F03E4"/>
    <w:rsid w:val="00314027"/>
    <w:rsid w:val="003663A4"/>
    <w:rsid w:val="0038578C"/>
    <w:rsid w:val="003B667A"/>
    <w:rsid w:val="003B7A13"/>
    <w:rsid w:val="00400A93"/>
    <w:rsid w:val="0041089E"/>
    <w:rsid w:val="00455A77"/>
    <w:rsid w:val="00471CFF"/>
    <w:rsid w:val="00480313"/>
    <w:rsid w:val="00500970"/>
    <w:rsid w:val="005174B9"/>
    <w:rsid w:val="005275DA"/>
    <w:rsid w:val="005345AD"/>
    <w:rsid w:val="00542C3E"/>
    <w:rsid w:val="00572E81"/>
    <w:rsid w:val="00576E29"/>
    <w:rsid w:val="0058776C"/>
    <w:rsid w:val="005931E5"/>
    <w:rsid w:val="00593866"/>
    <w:rsid w:val="005A5FA1"/>
    <w:rsid w:val="005D2868"/>
    <w:rsid w:val="005D48F3"/>
    <w:rsid w:val="00602027"/>
    <w:rsid w:val="0060236F"/>
    <w:rsid w:val="0061391F"/>
    <w:rsid w:val="00664C84"/>
    <w:rsid w:val="00686BDE"/>
    <w:rsid w:val="006B60BB"/>
    <w:rsid w:val="007068F0"/>
    <w:rsid w:val="00721721"/>
    <w:rsid w:val="0073258A"/>
    <w:rsid w:val="0073768E"/>
    <w:rsid w:val="0078012C"/>
    <w:rsid w:val="00781A4B"/>
    <w:rsid w:val="00792C35"/>
    <w:rsid w:val="0079599A"/>
    <w:rsid w:val="007A7182"/>
    <w:rsid w:val="007B2235"/>
    <w:rsid w:val="007B505E"/>
    <w:rsid w:val="007C3835"/>
    <w:rsid w:val="007E232B"/>
    <w:rsid w:val="007F1CB5"/>
    <w:rsid w:val="007F3305"/>
    <w:rsid w:val="008646D1"/>
    <w:rsid w:val="0087453D"/>
    <w:rsid w:val="008F4C4A"/>
    <w:rsid w:val="009220DD"/>
    <w:rsid w:val="0092562D"/>
    <w:rsid w:val="00936E9A"/>
    <w:rsid w:val="0098013A"/>
    <w:rsid w:val="009C017C"/>
    <w:rsid w:val="009C11D5"/>
    <w:rsid w:val="009C3F47"/>
    <w:rsid w:val="009D0BAE"/>
    <w:rsid w:val="009E6923"/>
    <w:rsid w:val="009F0B75"/>
    <w:rsid w:val="00A0206E"/>
    <w:rsid w:val="00A032E0"/>
    <w:rsid w:val="00A16C10"/>
    <w:rsid w:val="00A17973"/>
    <w:rsid w:val="00A23B7F"/>
    <w:rsid w:val="00A32784"/>
    <w:rsid w:val="00A34F45"/>
    <w:rsid w:val="00A764E2"/>
    <w:rsid w:val="00AA3FCA"/>
    <w:rsid w:val="00AD0464"/>
    <w:rsid w:val="00AF1A21"/>
    <w:rsid w:val="00B26B4E"/>
    <w:rsid w:val="00B4157A"/>
    <w:rsid w:val="00B80F6F"/>
    <w:rsid w:val="00B87CF6"/>
    <w:rsid w:val="00BA033A"/>
    <w:rsid w:val="00BA4FCB"/>
    <w:rsid w:val="00BA534A"/>
    <w:rsid w:val="00BD125E"/>
    <w:rsid w:val="00C0550B"/>
    <w:rsid w:val="00C526F6"/>
    <w:rsid w:val="00C6062E"/>
    <w:rsid w:val="00CB09D2"/>
    <w:rsid w:val="00CC5534"/>
    <w:rsid w:val="00CC6F9D"/>
    <w:rsid w:val="00CC7C3E"/>
    <w:rsid w:val="00D460FE"/>
    <w:rsid w:val="00D76575"/>
    <w:rsid w:val="00DD5283"/>
    <w:rsid w:val="00DE0F30"/>
    <w:rsid w:val="00DE3F0C"/>
    <w:rsid w:val="00DE736D"/>
    <w:rsid w:val="00E064ED"/>
    <w:rsid w:val="00E17794"/>
    <w:rsid w:val="00E22996"/>
    <w:rsid w:val="00E67AC5"/>
    <w:rsid w:val="00E81C79"/>
    <w:rsid w:val="00EA467C"/>
    <w:rsid w:val="00ED68EB"/>
    <w:rsid w:val="00F0526B"/>
    <w:rsid w:val="00F16581"/>
    <w:rsid w:val="00F25C3E"/>
    <w:rsid w:val="00F31561"/>
    <w:rsid w:val="00F35D4F"/>
    <w:rsid w:val="00F6381E"/>
    <w:rsid w:val="00F76B52"/>
    <w:rsid w:val="00F80E1F"/>
    <w:rsid w:val="00F8436C"/>
    <w:rsid w:val="00F91527"/>
    <w:rsid w:val="00FB4EE0"/>
    <w:rsid w:val="00FE0597"/>
    <w:rsid w:val="00FE7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50B"/>
    <w:pPr>
      <w:tabs>
        <w:tab w:val="left" w:pos="851"/>
      </w:tabs>
      <w:spacing w:before="60" w:after="60" w:line="240" w:lineRule="auto"/>
    </w:pPr>
    <w:rPr>
      <w:rFonts w:ascii="Calibri" w:hAnsi="Calibri"/>
      <w:sz w:val="20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2C3E"/>
    <w:pPr>
      <w:keepNext/>
      <w:keepLines/>
      <w:spacing w:before="360" w:after="240"/>
      <w:jc w:val="center"/>
      <w:outlineLvl w:val="0"/>
    </w:pPr>
    <w:rPr>
      <w:rFonts w:ascii="Cambria" w:eastAsiaTheme="majorEastAsia" w:hAnsi="Cambria" w:cstheme="majorBidi"/>
      <w:b/>
      <w:color w:val="244061" w:themeColor="accent1" w:themeShade="80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C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381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81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151A6"/>
    <w:pPr>
      <w:tabs>
        <w:tab w:val="clear" w:pos="851"/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151A6"/>
    <w:rPr>
      <w:rFonts w:ascii="Calibri" w:hAnsi="Calibri"/>
      <w:sz w:val="20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151A6"/>
    <w:pPr>
      <w:tabs>
        <w:tab w:val="clear" w:pos="851"/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151A6"/>
    <w:rPr>
      <w:rFonts w:ascii="Calibri" w:hAnsi="Calibri"/>
      <w:sz w:val="20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542C3E"/>
    <w:rPr>
      <w:rFonts w:ascii="Cambria" w:eastAsiaTheme="majorEastAsia" w:hAnsi="Cambria" w:cstheme="majorBidi"/>
      <w:b/>
      <w:color w:val="244061" w:themeColor="accent1" w:themeShade="80"/>
      <w:sz w:val="36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1F548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E232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2FB6E184-4496-4B80-AD23-0D896C61C538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106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user</cp:lastModifiedBy>
  <cp:revision>15</cp:revision>
  <cp:lastPrinted>2013-10-07T05:51:00Z</cp:lastPrinted>
  <dcterms:created xsi:type="dcterms:W3CDTF">2013-11-25T07:53:00Z</dcterms:created>
  <dcterms:modified xsi:type="dcterms:W3CDTF">2016-11-16T23:54:00Z</dcterms:modified>
</cp:coreProperties>
</file>